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997895C-4415-4392-947E-820827C13428}"/>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